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77E" w:rsidRPr="006A0196" w:rsidRDefault="00631D64" w:rsidP="0057277E">
      <w:pPr>
        <w:spacing w:after="120"/>
        <w:outlineLvl w:val="0"/>
        <w:rPr>
          <w:rFonts w:asciiTheme="minorHAnsi" w:hAnsiTheme="minorHAnsi" w:cs="Calibri"/>
        </w:rPr>
      </w:pPr>
      <w:r w:rsidRPr="006A0196">
        <w:rPr>
          <w:rFonts w:asciiTheme="minorHAnsi" w:hAnsiTheme="minorHAnsi"/>
          <w:noProof/>
        </w:rPr>
        <w:pict>
          <v:roundrect id="Rounded Rectangle 7" o:spid="_x0000_s1026" style="position:absolute;margin-left:292.95pt;margin-top:-20.2pt;width:261.5pt;height:65.55pt;z-index:25162956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" strokeweight="1.5pt">
            <v:textbox>
              <w:txbxContent>
                <w:p w:rsidR="00A34080" w:rsidRDefault="00E41D91" w:rsidP="005F0A9E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CW-</w:t>
                  </w:r>
                  <w:r w:rsidR="00A34080">
                    <w:rPr>
                      <w:rFonts w:ascii="Cambria" w:hAnsi="Cambria"/>
                    </w:rPr>
                    <w:t>HW #</w:t>
                  </w:r>
                  <w:r>
                    <w:rPr>
                      <w:rFonts w:ascii="Cambria" w:hAnsi="Cambria"/>
                    </w:rPr>
                    <w:t>152</w:t>
                  </w:r>
                  <w:r w:rsidR="00A34080">
                    <w:rPr>
                      <w:rFonts w:ascii="Cambria" w:hAnsi="Cambria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quadratic review</w:t>
                  </w:r>
                  <w:r w:rsidR="00A34080">
                    <w:rPr>
                      <w:rFonts w:ascii="Cambria" w:hAnsi="Cambria"/>
                    </w:rPr>
                    <w:t xml:space="preserve"> </w:t>
                  </w:r>
                </w:p>
                <w:p w:rsidR="005F0A9E" w:rsidRDefault="005F0A9E" w:rsidP="005F0A9E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Geometry</w:t>
                  </w:r>
                </w:p>
                <w:p w:rsidR="00A34080" w:rsidRDefault="00A34080" w:rsidP="0057277E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 xml:space="preserve">Due Date: </w:t>
                  </w:r>
                  <w:r w:rsidR="00E41D91">
                    <w:rPr>
                      <w:rFonts w:ascii="Cambria" w:hAnsi="Cambria"/>
                    </w:rPr>
                    <w:t>Mon, May 11, 2015</w:t>
                  </w:r>
                </w:p>
                <w:p w:rsidR="00A34080" w:rsidRDefault="00A34080" w:rsidP="0057277E">
                  <w:pPr>
                    <w:rPr>
                      <w:rFonts w:ascii="Cambria" w:hAnsi="Cambria"/>
                    </w:rPr>
                  </w:pPr>
                </w:p>
                <w:p w:rsidR="00A34080" w:rsidRPr="00FC683D" w:rsidRDefault="00A34080" w:rsidP="0057277E">
                  <w:pPr>
                    <w:jc w:val="center"/>
                    <w:rPr>
                      <w:rFonts w:ascii="Cambria" w:hAnsi="Cambria"/>
                    </w:rPr>
                  </w:pPr>
                </w:p>
              </w:txbxContent>
            </v:textbox>
          </v:roundrect>
        </w:pict>
      </w:r>
    </w:p>
    <w:p w:rsidR="0057277E" w:rsidRPr="006A0196" w:rsidRDefault="0057277E" w:rsidP="0057277E">
      <w:pPr>
        <w:spacing w:after="120"/>
        <w:outlineLvl w:val="0"/>
        <w:rPr>
          <w:rFonts w:asciiTheme="minorHAnsi" w:hAnsiTheme="minorHAnsi" w:cs="Calibri"/>
        </w:rPr>
      </w:pPr>
      <w:r w:rsidRPr="006A0196">
        <w:rPr>
          <w:rFonts w:asciiTheme="minorHAnsi" w:hAnsiTheme="minorHAnsi" w:cs="Calibri"/>
        </w:rPr>
        <w:t>Name: ______________________</w:t>
      </w:r>
      <w:r w:rsidR="008E1A09">
        <w:rPr>
          <w:rFonts w:asciiTheme="minorHAnsi" w:hAnsiTheme="minorHAnsi" w:cs="Calibri"/>
        </w:rPr>
        <w:t>____________</w:t>
      </w:r>
      <w:r w:rsidRPr="006A0196">
        <w:rPr>
          <w:rFonts w:asciiTheme="minorHAnsi" w:hAnsiTheme="minorHAnsi" w:cs="Calibri"/>
        </w:rPr>
        <w:t xml:space="preserve">_________ </w:t>
      </w:r>
      <w:r w:rsidR="00E41D91" w:rsidRPr="006A0196">
        <w:rPr>
          <w:rFonts w:asciiTheme="minorHAnsi" w:hAnsiTheme="minorHAnsi" w:cs="Calibri"/>
        </w:rPr>
        <w:t>per</w:t>
      </w:r>
      <w:r w:rsidRPr="006A0196">
        <w:rPr>
          <w:rFonts w:asciiTheme="minorHAnsi" w:hAnsiTheme="minorHAnsi" w:cs="Calibri"/>
        </w:rPr>
        <w:t>: _______</w:t>
      </w:r>
    </w:p>
    <w:p w:rsidR="005543AE" w:rsidRPr="006A0196" w:rsidRDefault="005543AE" w:rsidP="00A64196">
      <w:pPr>
        <w:rPr>
          <w:rFonts w:asciiTheme="minorHAnsi" w:hAnsiTheme="minorHAnsi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8"/>
        <w:gridCol w:w="5508"/>
      </w:tblGrid>
      <w:tr w:rsidR="002A75A9" w:rsidRPr="006A0196" w:rsidTr="001F172D">
        <w:tc>
          <w:tcPr>
            <w:tcW w:w="11016" w:type="dxa"/>
            <w:gridSpan w:val="2"/>
            <w:shd w:val="clear" w:color="auto" w:fill="auto"/>
          </w:tcPr>
          <w:p w:rsidR="00E41D91" w:rsidRPr="006A0196" w:rsidRDefault="002A75A9" w:rsidP="001F172D">
            <w:pPr>
              <w:numPr>
                <w:ilvl w:val="0"/>
                <w:numId w:val="19"/>
              </w:numPr>
              <w:rPr>
                <w:rFonts w:asciiTheme="minorHAnsi" w:hAnsiTheme="minorHAnsi"/>
              </w:rPr>
            </w:pPr>
            <w:r w:rsidRPr="006A0196">
              <w:rPr>
                <w:rFonts w:asciiTheme="minorHAnsi" w:hAnsiTheme="minorHAnsi"/>
                <w:i/>
              </w:rPr>
              <w:t xml:space="preserve">In the past, </w:t>
            </w:r>
            <w:r w:rsidR="00E41D91" w:rsidRPr="006A0196">
              <w:rPr>
                <w:rFonts w:asciiTheme="minorHAnsi" w:hAnsiTheme="minorHAnsi"/>
                <w:i/>
              </w:rPr>
              <w:t>we</w:t>
            </w:r>
            <w:r w:rsidRPr="006A0196">
              <w:rPr>
                <w:rFonts w:asciiTheme="minorHAnsi" w:hAnsiTheme="minorHAnsi"/>
                <w:i/>
              </w:rPr>
              <w:t xml:space="preserve"> used FOIL or box method to simplify the expression below.</w:t>
            </w:r>
            <w:r w:rsidR="00E41D91" w:rsidRPr="006A0196">
              <w:rPr>
                <w:rFonts w:asciiTheme="minorHAnsi" w:hAnsiTheme="minorHAnsi"/>
                <w:i/>
              </w:rPr>
              <w:t xml:space="preserve"> </w:t>
            </w:r>
            <w:proofErr w:type="gramStart"/>
            <w:r w:rsidR="00E41D91" w:rsidRPr="006A0196">
              <w:rPr>
                <w:rFonts w:asciiTheme="minorHAnsi" w:hAnsiTheme="minorHAnsi"/>
                <w:i/>
              </w:rPr>
              <w:t>Let’s</w:t>
            </w:r>
            <w:proofErr w:type="gramEnd"/>
            <w:r w:rsidR="00E41D91" w:rsidRPr="006A0196">
              <w:rPr>
                <w:rFonts w:asciiTheme="minorHAnsi" w:hAnsiTheme="minorHAnsi"/>
                <w:i/>
              </w:rPr>
              <w:t xml:space="preserve"> refresh our memories…</w:t>
            </w:r>
          </w:p>
          <w:p w:rsidR="002A75A9" w:rsidRPr="006A0196" w:rsidRDefault="002A75A9" w:rsidP="00E41D91">
            <w:pPr>
              <w:ind w:left="360"/>
              <w:rPr>
                <w:rFonts w:asciiTheme="minorHAnsi" w:hAnsiTheme="minorHAnsi"/>
              </w:rPr>
            </w:pPr>
            <w:r w:rsidRPr="006A0196">
              <w:rPr>
                <w:rFonts w:asciiTheme="minorHAnsi" w:hAnsiTheme="minorHAnsi"/>
                <w:noProof/>
              </w:rPr>
              <w:drawing>
                <wp:inline distT="0" distB="0" distL="0" distR="0">
                  <wp:extent cx="3428602" cy="1078171"/>
                  <wp:effectExtent l="19050" t="0" r="398" b="0"/>
                  <wp:docPr id="229" name="Picture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227" t="8163"/>
                          <a:stretch/>
                        </pic:blipFill>
                        <pic:spPr bwMode="auto">
                          <a:xfrm>
                            <a:off x="0" y="0"/>
                            <a:ext cx="3428602" cy="1078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75A9" w:rsidRPr="006A0196" w:rsidTr="001F172D">
        <w:tc>
          <w:tcPr>
            <w:tcW w:w="11016" w:type="dxa"/>
            <w:gridSpan w:val="2"/>
            <w:shd w:val="clear" w:color="auto" w:fill="auto"/>
          </w:tcPr>
          <w:p w:rsidR="002A75A9" w:rsidRPr="006A0196" w:rsidRDefault="00E41D91" w:rsidP="001F172D">
            <w:pPr>
              <w:numPr>
                <w:ilvl w:val="0"/>
                <w:numId w:val="19"/>
              </w:numPr>
              <w:rPr>
                <w:rFonts w:asciiTheme="minorHAnsi" w:hAnsiTheme="minorHAnsi"/>
                <w:i/>
              </w:rPr>
            </w:pPr>
            <w:r w:rsidRPr="006A0196">
              <w:rPr>
                <w:rFonts w:asciiTheme="minorHAnsi" w:hAnsiTheme="minorHAnsi"/>
                <w:i/>
              </w:rPr>
              <w:t xml:space="preserve">FOIL or use the box method to find the quadratic </w:t>
            </w:r>
            <w:r w:rsidR="00070D80" w:rsidRPr="006A0196">
              <w:rPr>
                <w:rFonts w:asciiTheme="minorHAnsi" w:hAnsiTheme="minorHAnsi"/>
                <w:i/>
              </w:rPr>
              <w:t>expression</w:t>
            </w:r>
            <w:r w:rsidRPr="006A0196">
              <w:rPr>
                <w:rFonts w:asciiTheme="minorHAnsi" w:hAnsiTheme="minorHAnsi"/>
                <w:i/>
              </w:rPr>
              <w:t>.</w:t>
            </w:r>
          </w:p>
          <w:p w:rsidR="002A75A9" w:rsidRPr="006A0196" w:rsidRDefault="002A75A9" w:rsidP="001F172D">
            <w:pPr>
              <w:rPr>
                <w:rFonts w:asciiTheme="minorHAnsi" w:hAnsiTheme="minorHAnsi"/>
              </w:rPr>
            </w:pPr>
            <w:r w:rsidRPr="006A0196">
              <w:rPr>
                <w:rFonts w:asciiTheme="minorHAnsi" w:hAnsiTheme="minorHAnsi"/>
                <w:noProof/>
              </w:rPr>
              <w:drawing>
                <wp:inline distT="0" distB="0" distL="0" distR="0">
                  <wp:extent cx="2798578" cy="1077726"/>
                  <wp:effectExtent l="19050" t="0" r="1772" b="0"/>
                  <wp:docPr id="230" name="Picture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6522" b="115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8578" cy="1077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D91" w:rsidRPr="006A0196" w:rsidTr="001F172D">
        <w:tc>
          <w:tcPr>
            <w:tcW w:w="11016" w:type="dxa"/>
            <w:gridSpan w:val="2"/>
            <w:shd w:val="clear" w:color="auto" w:fill="auto"/>
          </w:tcPr>
          <w:p w:rsidR="00E41D91" w:rsidRPr="006A0196" w:rsidRDefault="00840518" w:rsidP="00363EDB">
            <w:pPr>
              <w:rPr>
                <w:rFonts w:asciiTheme="minorHAnsi" w:hAnsiTheme="minorHAnsi"/>
                <w:i/>
              </w:rPr>
            </w:pPr>
            <w:r w:rsidRPr="006A0196">
              <w:rPr>
                <w:rFonts w:asciiTheme="minorHAnsi" w:hAnsiTheme="minorHAnsi"/>
                <w:i/>
              </w:rPr>
              <w:t xml:space="preserve">Continue finding the quadratic </w:t>
            </w:r>
            <w:r w:rsidR="00363EDB" w:rsidRPr="006A0196">
              <w:rPr>
                <w:rFonts w:asciiTheme="minorHAnsi" w:hAnsiTheme="minorHAnsi"/>
                <w:i/>
              </w:rPr>
              <w:t xml:space="preserve">expression that is </w:t>
            </w:r>
            <w:r w:rsidRPr="006A0196">
              <w:rPr>
                <w:rFonts w:asciiTheme="minorHAnsi" w:hAnsiTheme="minorHAnsi"/>
                <w:i/>
              </w:rPr>
              <w:t>equivalent to the product of the binomial</w:t>
            </w:r>
            <w:r w:rsidR="00363EDB" w:rsidRPr="006A0196">
              <w:rPr>
                <w:rFonts w:asciiTheme="minorHAnsi" w:hAnsiTheme="minorHAnsi"/>
                <w:i/>
              </w:rPr>
              <w:t>s</w:t>
            </w:r>
            <w:r w:rsidRPr="006A0196">
              <w:rPr>
                <w:rFonts w:asciiTheme="minorHAnsi" w:hAnsiTheme="minorHAnsi"/>
                <w:i/>
              </w:rPr>
              <w:t>:</w:t>
            </w:r>
          </w:p>
        </w:tc>
      </w:tr>
      <w:tr w:rsidR="00840518" w:rsidRPr="006A0196" w:rsidTr="00CE479D">
        <w:tc>
          <w:tcPr>
            <w:tcW w:w="5508" w:type="dxa"/>
            <w:shd w:val="clear" w:color="auto" w:fill="auto"/>
          </w:tcPr>
          <w:p w:rsidR="00840518" w:rsidRPr="006A0196" w:rsidRDefault="00840518" w:rsidP="001F172D">
            <w:pPr>
              <w:numPr>
                <w:ilvl w:val="0"/>
                <w:numId w:val="19"/>
              </w:numPr>
              <w:rPr>
                <w:rFonts w:asciiTheme="minorHAnsi" w:hAnsiTheme="minorHAnsi"/>
              </w:rPr>
            </w:pPr>
            <w:r w:rsidRPr="006A0196">
              <w:t>(</w:t>
            </w:r>
            <w:r w:rsidR="00363EDB" w:rsidRPr="006A0196">
              <w:t>n + 7</w:t>
            </w:r>
            <w:r w:rsidRPr="006A0196">
              <w:t>) (</w:t>
            </w:r>
            <w:r w:rsidR="00363EDB" w:rsidRPr="006A0196">
              <w:t>n + 2</w:t>
            </w:r>
            <w:r w:rsidRPr="006A0196">
              <w:t>)</w:t>
            </w:r>
          </w:p>
          <w:p w:rsidR="00840518" w:rsidRPr="006A0196" w:rsidRDefault="00363EDB" w:rsidP="00840518">
            <w:pPr>
              <w:rPr>
                <w:b/>
                <w:color w:val="FFFFFF" w:themeColor="background1"/>
              </w:rPr>
            </w:pPr>
            <w:proofErr w:type="spellStart"/>
            <w:r w:rsidRPr="006A0196">
              <w:rPr>
                <w:b/>
                <w:color w:val="FFFFFF" w:themeColor="background1"/>
                <w:highlight w:val="red"/>
              </w:rPr>
              <w:t>Ans</w:t>
            </w:r>
            <w:proofErr w:type="spellEnd"/>
            <w:r w:rsidRPr="006A0196">
              <w:rPr>
                <w:b/>
                <w:color w:val="FFFFFF" w:themeColor="background1"/>
                <w:highlight w:val="red"/>
              </w:rPr>
              <w:t>: n^2 + 9n + 14</w:t>
            </w:r>
          </w:p>
          <w:p w:rsidR="00840518" w:rsidRPr="006A0196" w:rsidRDefault="00840518" w:rsidP="00840518"/>
          <w:p w:rsidR="00840518" w:rsidRPr="006A0196" w:rsidRDefault="00840518" w:rsidP="00840518"/>
          <w:p w:rsidR="00840518" w:rsidRPr="006A0196" w:rsidRDefault="00840518" w:rsidP="00840518"/>
          <w:p w:rsidR="00070D80" w:rsidRPr="006A0196" w:rsidRDefault="00070D80" w:rsidP="00840518"/>
          <w:p w:rsidR="00840518" w:rsidRPr="006A0196" w:rsidRDefault="00840518" w:rsidP="00840518"/>
        </w:tc>
        <w:tc>
          <w:tcPr>
            <w:tcW w:w="5508" w:type="dxa"/>
            <w:shd w:val="clear" w:color="auto" w:fill="auto"/>
          </w:tcPr>
          <w:p w:rsidR="00840518" w:rsidRPr="006A0196" w:rsidRDefault="00840518" w:rsidP="00840518">
            <w:pPr>
              <w:pStyle w:val="ListParagraph"/>
              <w:numPr>
                <w:ilvl w:val="0"/>
                <w:numId w:val="19"/>
              </w:numPr>
            </w:pPr>
            <w:r w:rsidRPr="006A0196">
              <w:t>(</w:t>
            </w:r>
            <w:r w:rsidR="00363EDB" w:rsidRPr="006A0196">
              <w:t>k</w:t>
            </w:r>
            <w:r w:rsidRPr="006A0196">
              <w:t xml:space="preserve"> </w:t>
            </w:r>
            <w:r w:rsidR="00363EDB" w:rsidRPr="006A0196">
              <w:t>+ 7</w:t>
            </w:r>
            <w:r w:rsidRPr="006A0196">
              <w:t>) (</w:t>
            </w:r>
            <w:r w:rsidR="00363EDB" w:rsidRPr="006A0196">
              <w:t>9k - 4</w:t>
            </w:r>
            <w:r w:rsidRPr="006A0196">
              <w:t>)</w:t>
            </w:r>
          </w:p>
          <w:p w:rsidR="00840518" w:rsidRPr="006A0196" w:rsidRDefault="00363EDB" w:rsidP="00840518">
            <w:proofErr w:type="spellStart"/>
            <w:r w:rsidRPr="006A0196">
              <w:rPr>
                <w:b/>
                <w:color w:val="FFFFFF" w:themeColor="background1"/>
                <w:highlight w:val="red"/>
              </w:rPr>
              <w:t>Ans</w:t>
            </w:r>
            <w:proofErr w:type="spellEnd"/>
            <w:r w:rsidRPr="006A0196">
              <w:rPr>
                <w:b/>
                <w:color w:val="FFFFFF" w:themeColor="background1"/>
                <w:highlight w:val="red"/>
              </w:rPr>
              <w:t>: 9k^2 + 59k - 28</w:t>
            </w:r>
          </w:p>
          <w:p w:rsidR="00840518" w:rsidRPr="006A0196" w:rsidRDefault="00840518" w:rsidP="00840518">
            <w:pPr>
              <w:rPr>
                <w:rFonts w:asciiTheme="minorHAnsi" w:hAnsiTheme="minorHAnsi"/>
              </w:rPr>
            </w:pPr>
          </w:p>
        </w:tc>
      </w:tr>
      <w:tr w:rsidR="00840518" w:rsidRPr="006A0196" w:rsidTr="00CE479D">
        <w:tc>
          <w:tcPr>
            <w:tcW w:w="5508" w:type="dxa"/>
            <w:shd w:val="clear" w:color="auto" w:fill="auto"/>
          </w:tcPr>
          <w:p w:rsidR="00840518" w:rsidRPr="006A0196" w:rsidRDefault="00363EDB" w:rsidP="001F172D">
            <w:pPr>
              <w:numPr>
                <w:ilvl w:val="0"/>
                <w:numId w:val="19"/>
              </w:numPr>
            </w:pPr>
            <w:r w:rsidRPr="006A0196">
              <w:t>(p + 8)(4p - 9)</w:t>
            </w:r>
          </w:p>
          <w:p w:rsidR="00363EDB" w:rsidRPr="006A0196" w:rsidRDefault="00363EDB" w:rsidP="00363EDB">
            <w:proofErr w:type="spellStart"/>
            <w:r w:rsidRPr="006A0196">
              <w:rPr>
                <w:b/>
                <w:color w:val="FFFFFF" w:themeColor="background1"/>
                <w:highlight w:val="red"/>
              </w:rPr>
              <w:t>Ans</w:t>
            </w:r>
            <w:proofErr w:type="spellEnd"/>
            <w:r w:rsidR="00070D80" w:rsidRPr="006A0196">
              <w:rPr>
                <w:b/>
                <w:color w:val="FFFFFF" w:themeColor="background1"/>
                <w:highlight w:val="red"/>
              </w:rPr>
              <w:t>: 4p^2 + 23p -72</w:t>
            </w:r>
            <w:r w:rsidR="00070D80" w:rsidRPr="006A0196">
              <w:rPr>
                <w:b/>
                <w:color w:val="FFFFFF" w:themeColor="background1"/>
              </w:rPr>
              <w:tab/>
            </w:r>
          </w:p>
          <w:p w:rsidR="00363EDB" w:rsidRPr="006A0196" w:rsidRDefault="00363EDB" w:rsidP="00363EDB"/>
          <w:p w:rsidR="00363EDB" w:rsidRPr="006A0196" w:rsidRDefault="00363EDB" w:rsidP="00363EDB"/>
          <w:p w:rsidR="00363EDB" w:rsidRPr="006A0196" w:rsidRDefault="00363EDB" w:rsidP="00363EDB"/>
          <w:p w:rsidR="00070D80" w:rsidRPr="006A0196" w:rsidRDefault="00070D80" w:rsidP="00363EDB"/>
          <w:p w:rsidR="00363EDB" w:rsidRPr="006A0196" w:rsidRDefault="00363EDB" w:rsidP="00363EDB"/>
        </w:tc>
        <w:tc>
          <w:tcPr>
            <w:tcW w:w="5508" w:type="dxa"/>
            <w:shd w:val="clear" w:color="auto" w:fill="auto"/>
          </w:tcPr>
          <w:p w:rsidR="00840518" w:rsidRPr="006A0196" w:rsidRDefault="00070D80" w:rsidP="00840518">
            <w:pPr>
              <w:pStyle w:val="ListParagraph"/>
              <w:numPr>
                <w:ilvl w:val="0"/>
                <w:numId w:val="19"/>
              </w:numPr>
            </w:pPr>
            <w:r w:rsidRPr="006A0196">
              <w:t>(6p + 7)(p – 8)</w:t>
            </w:r>
          </w:p>
          <w:p w:rsidR="00070D80" w:rsidRPr="006A0196" w:rsidRDefault="00070D80" w:rsidP="00070D80">
            <w:pPr>
              <w:rPr>
                <w:highlight w:val="red"/>
              </w:rPr>
            </w:pPr>
            <w:proofErr w:type="spellStart"/>
            <w:r w:rsidRPr="006A0196">
              <w:rPr>
                <w:b/>
                <w:color w:val="FFFFFF" w:themeColor="background1"/>
                <w:highlight w:val="red"/>
              </w:rPr>
              <w:t>Ans</w:t>
            </w:r>
            <w:proofErr w:type="spellEnd"/>
            <w:r w:rsidRPr="006A0196">
              <w:rPr>
                <w:b/>
                <w:color w:val="FFFFFF" w:themeColor="background1"/>
                <w:highlight w:val="red"/>
              </w:rPr>
              <w:t>: 6p^2 – 41p – 56</w:t>
            </w:r>
          </w:p>
        </w:tc>
      </w:tr>
      <w:tr w:rsidR="00070D80" w:rsidRPr="006A0196" w:rsidTr="00BB18BF">
        <w:tc>
          <w:tcPr>
            <w:tcW w:w="11016" w:type="dxa"/>
            <w:gridSpan w:val="2"/>
            <w:shd w:val="clear" w:color="auto" w:fill="auto"/>
          </w:tcPr>
          <w:p w:rsidR="00070D80" w:rsidRPr="006A0196" w:rsidRDefault="00070D80" w:rsidP="00070D80">
            <w:pPr>
              <w:rPr>
                <w:i/>
              </w:rPr>
            </w:pPr>
            <w:r w:rsidRPr="006A0196">
              <w:rPr>
                <w:i/>
              </w:rPr>
              <w:t xml:space="preserve">What if this </w:t>
            </w:r>
            <w:proofErr w:type="gramStart"/>
            <w:r w:rsidRPr="006A0196">
              <w:rPr>
                <w:i/>
              </w:rPr>
              <w:t>was related</w:t>
            </w:r>
            <w:proofErr w:type="gramEnd"/>
            <w:r w:rsidRPr="006A0196">
              <w:rPr>
                <w:i/>
              </w:rPr>
              <w:t xml:space="preserve"> to shapes</w:t>
            </w:r>
            <w:r w:rsidR="00F77A80" w:rsidRPr="006A0196">
              <w:rPr>
                <w:i/>
              </w:rPr>
              <w:t>?</w:t>
            </w:r>
            <w:r w:rsidR="006E3EBA" w:rsidRPr="006A0196">
              <w:rPr>
                <w:i/>
              </w:rPr>
              <w:t xml:space="preserve"> Draw &amp; label the figures. Then, solve and simplify.</w:t>
            </w:r>
          </w:p>
        </w:tc>
      </w:tr>
      <w:tr w:rsidR="00070D80" w:rsidRPr="006A0196" w:rsidTr="00CE479D">
        <w:tc>
          <w:tcPr>
            <w:tcW w:w="5508" w:type="dxa"/>
            <w:shd w:val="clear" w:color="auto" w:fill="auto"/>
          </w:tcPr>
          <w:p w:rsidR="00070D80" w:rsidRPr="006A0196" w:rsidRDefault="006E3EBA" w:rsidP="001F172D">
            <w:pPr>
              <w:numPr>
                <w:ilvl w:val="0"/>
                <w:numId w:val="19"/>
              </w:numPr>
              <w:rPr>
                <w:sz w:val="22"/>
              </w:rPr>
            </w:pPr>
            <w:r w:rsidRPr="006A0196">
              <w:rPr>
                <w:sz w:val="22"/>
              </w:rPr>
              <w:t xml:space="preserve">If </w:t>
            </w:r>
            <w:r w:rsidR="00025EDC" w:rsidRPr="006A0196">
              <w:rPr>
                <w:sz w:val="22"/>
              </w:rPr>
              <w:t>one side of a square is x + 3 inches long, what expression could represent its area?</w:t>
            </w:r>
            <w:r w:rsidR="00C95EE3" w:rsidRPr="006A0196">
              <w:rPr>
                <w:sz w:val="22"/>
              </w:rPr>
              <w:t xml:space="preserve"> (Draw &amp; label)</w:t>
            </w:r>
          </w:p>
          <w:p w:rsidR="00025EDC" w:rsidRPr="006A0196" w:rsidRDefault="00025EDC" w:rsidP="00025EDC">
            <w:pPr>
              <w:numPr>
                <w:ilvl w:val="1"/>
                <w:numId w:val="19"/>
              </w:numPr>
            </w:pPr>
            <m:oMath>
              <m:r>
                <w:rPr>
                  <w:rFonts w:ascii="Cambria Math" w:hAnsi="Cambria Math"/>
                </w:rPr>
                <m:t>2x+6</m:t>
              </m:r>
            </m:oMath>
          </w:p>
          <w:p w:rsidR="00025EDC" w:rsidRPr="006A0196" w:rsidRDefault="00025EDC" w:rsidP="00025EDC">
            <w:pPr>
              <w:numPr>
                <w:ilvl w:val="1"/>
                <w:numId w:val="19"/>
              </w:numPr>
            </w:pPr>
            <m:oMath>
              <m:r>
                <w:rPr>
                  <w:rFonts w:ascii="Cambria Math" w:hAnsi="Cambria Math"/>
                </w:rPr>
                <m:t>4x+12</m:t>
              </m:r>
            </m:oMath>
          </w:p>
          <w:p w:rsidR="00025EDC" w:rsidRPr="006A0196" w:rsidRDefault="00025EDC" w:rsidP="00025EDC">
            <w:pPr>
              <w:numPr>
                <w:ilvl w:val="1"/>
                <w:numId w:val="19"/>
              </w:num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+9</m:t>
              </m:r>
            </m:oMath>
          </w:p>
          <w:p w:rsidR="00025EDC" w:rsidRPr="006A0196" w:rsidRDefault="00025EDC" w:rsidP="00025EDC">
            <w:pPr>
              <w:numPr>
                <w:ilvl w:val="1"/>
                <w:numId w:val="19"/>
              </w:num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highlight w:val="red"/>
                    </w:rPr>
                  </m:ctrlPr>
                </m:sSupPr>
                <m:e>
                  <m:r>
                    <w:rPr>
                      <w:rFonts w:ascii="Cambria Math" w:hAnsi="Cambria Math"/>
                      <w:highlight w:val="red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highlight w:val="red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highlight w:val="red"/>
                </w:rPr>
                <m:t>+6x+9</m:t>
              </m:r>
            </m:oMath>
          </w:p>
          <w:p w:rsidR="00025EDC" w:rsidRPr="006A0196" w:rsidRDefault="00025EDC" w:rsidP="00025EDC">
            <w:pPr>
              <w:numPr>
                <w:ilvl w:val="1"/>
                <w:numId w:val="19"/>
              </w:numPr>
            </w:pPr>
            <m:oMath>
              <m:r>
                <w:rPr>
                  <w:rFonts w:ascii="Cambria Math" w:hAnsi="Cambria Math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+6x+12</m:t>
              </m:r>
            </m:oMath>
          </w:p>
        </w:tc>
        <w:tc>
          <w:tcPr>
            <w:tcW w:w="5508" w:type="dxa"/>
            <w:shd w:val="clear" w:color="auto" w:fill="auto"/>
          </w:tcPr>
          <w:p w:rsidR="00070D80" w:rsidRPr="006A0196" w:rsidRDefault="00025EDC" w:rsidP="00C95EE3">
            <w:pPr>
              <w:pStyle w:val="ListParagraph"/>
              <w:numPr>
                <w:ilvl w:val="0"/>
                <w:numId w:val="19"/>
              </w:numPr>
              <w:rPr>
                <w:sz w:val="22"/>
              </w:rPr>
            </w:pPr>
            <w:r w:rsidRPr="006A0196">
              <w:rPr>
                <w:sz w:val="22"/>
              </w:rPr>
              <w:t xml:space="preserve">A rectangle has a length of x + </w:t>
            </w:r>
            <w:proofErr w:type="gramStart"/>
            <w:r w:rsidRPr="006A0196">
              <w:rPr>
                <w:sz w:val="22"/>
              </w:rPr>
              <w:t>2</w:t>
            </w:r>
            <w:proofErr w:type="gramEnd"/>
            <w:r w:rsidRPr="006A0196">
              <w:rPr>
                <w:sz w:val="22"/>
              </w:rPr>
              <w:t xml:space="preserve"> and a length of </w:t>
            </w:r>
            <w:r w:rsidRPr="006A0196">
              <w:rPr>
                <w:sz w:val="22"/>
              </w:rPr>
              <w:br/>
              <w:t xml:space="preserve">x – 7. </w:t>
            </w:r>
            <w:r w:rsidR="00C95EE3" w:rsidRPr="006A0196">
              <w:rPr>
                <w:sz w:val="22"/>
              </w:rPr>
              <w:t>Draw &amp; label the shape, then w</w:t>
            </w:r>
            <w:r w:rsidRPr="006A0196">
              <w:rPr>
                <w:sz w:val="22"/>
              </w:rPr>
              <w:t>rite a simplified expression for its area.</w:t>
            </w:r>
          </w:p>
          <w:p w:rsidR="00C95EE3" w:rsidRPr="006A0196" w:rsidRDefault="00C95EE3" w:rsidP="00C95EE3">
            <w:pPr>
              <w:pStyle w:val="ListParagraph"/>
              <w:ind w:left="360"/>
            </w:pPr>
            <w:proofErr w:type="spellStart"/>
            <w:r w:rsidRPr="006A0196">
              <w:rPr>
                <w:b/>
                <w:color w:val="FFFFFF" w:themeColor="background1"/>
                <w:highlight w:val="red"/>
              </w:rPr>
              <w:t>Ans</w:t>
            </w:r>
            <w:proofErr w:type="spellEnd"/>
            <w:r w:rsidRPr="006A0196">
              <w:rPr>
                <w:b/>
                <w:color w:val="FFFFFF" w:themeColor="background1"/>
                <w:highlight w:val="red"/>
              </w:rPr>
              <w:t>: x^2 – 5x - 14</w:t>
            </w:r>
          </w:p>
        </w:tc>
      </w:tr>
      <w:tr w:rsidR="00070D80" w:rsidRPr="006A0196" w:rsidTr="00CE479D">
        <w:tc>
          <w:tcPr>
            <w:tcW w:w="5508" w:type="dxa"/>
            <w:shd w:val="clear" w:color="auto" w:fill="auto"/>
          </w:tcPr>
          <w:p w:rsidR="00070D80" w:rsidRPr="006A0196" w:rsidRDefault="00025EDC" w:rsidP="001F172D">
            <w:pPr>
              <w:numPr>
                <w:ilvl w:val="0"/>
                <w:numId w:val="19"/>
              </w:numPr>
              <w:rPr>
                <w:sz w:val="22"/>
              </w:rPr>
            </w:pPr>
            <w:r w:rsidRPr="006A0196">
              <w:rPr>
                <w:sz w:val="22"/>
              </w:rPr>
              <w:t>A rectangular prism has a length</w:t>
            </w:r>
            <w:r w:rsidR="00C95EE3" w:rsidRPr="006A0196">
              <w:rPr>
                <w:sz w:val="22"/>
              </w:rPr>
              <w:t xml:space="preserve"> of</w:t>
            </w:r>
            <w:r w:rsidRPr="006A0196">
              <w:rPr>
                <w:sz w:val="22"/>
              </w:rPr>
              <w:t xml:space="preserve"> </w:t>
            </w:r>
            <w:r w:rsidR="00C95EE3" w:rsidRPr="006A0196">
              <w:rPr>
                <w:i/>
                <w:sz w:val="22"/>
              </w:rPr>
              <w:t xml:space="preserve">l </w:t>
            </w:r>
            <w:r w:rsidR="00C95EE3" w:rsidRPr="006A0196">
              <w:rPr>
                <w:sz w:val="22"/>
              </w:rPr>
              <w:t>inches, a width that is three inches longer the length, and a height of 2 inches. Draw &amp; label the shape, then write a simplified expression for its volume.</w:t>
            </w:r>
          </w:p>
          <w:p w:rsidR="00C95EE3" w:rsidRPr="006A0196" w:rsidRDefault="00C95EE3" w:rsidP="007C6E28">
            <w:pPr>
              <w:ind w:left="360"/>
            </w:pPr>
            <w:proofErr w:type="spellStart"/>
            <w:r w:rsidRPr="006A0196">
              <w:rPr>
                <w:b/>
                <w:color w:val="FFFFFF" w:themeColor="background1"/>
                <w:highlight w:val="red"/>
              </w:rPr>
              <w:t>Ans</w:t>
            </w:r>
            <w:proofErr w:type="spellEnd"/>
            <w:r w:rsidR="007C6E28" w:rsidRPr="006A0196">
              <w:rPr>
                <w:b/>
                <w:color w:val="FFFFFF" w:themeColor="background1"/>
                <w:highlight w:val="red"/>
              </w:rPr>
              <w:t>: 2(l)(l+3) =  2l^2+6l</w:t>
            </w:r>
          </w:p>
        </w:tc>
        <w:tc>
          <w:tcPr>
            <w:tcW w:w="5508" w:type="dxa"/>
            <w:shd w:val="clear" w:color="auto" w:fill="auto"/>
          </w:tcPr>
          <w:p w:rsidR="006E3EBA" w:rsidRPr="006A0196" w:rsidRDefault="006E3EBA" w:rsidP="006E3EBA">
            <w:pPr>
              <w:pStyle w:val="ListParagraph"/>
              <w:numPr>
                <w:ilvl w:val="0"/>
                <w:numId w:val="19"/>
              </w:numPr>
              <w:rPr>
                <w:sz w:val="22"/>
              </w:rPr>
            </w:pPr>
            <w:r w:rsidRPr="006A0196">
              <w:rPr>
                <w:sz w:val="22"/>
              </w:rPr>
              <w:t xml:space="preserve">A rectangular curtain is covering a square window. If one side of the curtain should extend five inches longer than the window and the other side should be seven inches longer, what </w:t>
            </w:r>
            <w:r w:rsidR="00025EDC" w:rsidRPr="006A0196">
              <w:rPr>
                <w:sz w:val="22"/>
              </w:rPr>
              <w:t xml:space="preserve">simplified </w:t>
            </w:r>
            <w:r w:rsidRPr="006A0196">
              <w:rPr>
                <w:sz w:val="22"/>
              </w:rPr>
              <w:t>expression could represent the amount of fabric needed for the curtain?</w:t>
            </w:r>
          </w:p>
          <w:p w:rsidR="00070D80" w:rsidRPr="006A0196" w:rsidRDefault="006E3EBA" w:rsidP="006E3EBA">
            <w:pPr>
              <w:rPr>
                <w:b/>
                <w:color w:val="FFFFFF" w:themeColor="background1"/>
              </w:rPr>
            </w:pPr>
            <w:r w:rsidRPr="006A0196">
              <w:t xml:space="preserve"> </w:t>
            </w:r>
            <w:proofErr w:type="spellStart"/>
            <w:r w:rsidR="00025EDC" w:rsidRPr="006A0196">
              <w:rPr>
                <w:b/>
                <w:color w:val="FFFFFF" w:themeColor="background1"/>
                <w:highlight w:val="red"/>
              </w:rPr>
              <w:t>Ans</w:t>
            </w:r>
            <w:proofErr w:type="spellEnd"/>
            <w:r w:rsidR="00025EDC" w:rsidRPr="006A0196">
              <w:rPr>
                <w:b/>
                <w:color w:val="FFFFFF" w:themeColor="background1"/>
                <w:highlight w:val="red"/>
              </w:rPr>
              <w:t>: (x+5)(x+7)=x^2 + 12x + 35</w:t>
            </w:r>
          </w:p>
          <w:p w:rsidR="00C95EE3" w:rsidRPr="006A0196" w:rsidRDefault="00C95EE3" w:rsidP="006E3EBA">
            <w:pPr>
              <w:rPr>
                <w:b/>
                <w:color w:val="FFFFFF" w:themeColor="background1"/>
              </w:rPr>
            </w:pPr>
          </w:p>
          <w:p w:rsidR="00C95EE3" w:rsidRPr="006A0196" w:rsidRDefault="00C95EE3" w:rsidP="006E3EBA"/>
          <w:p w:rsidR="007C6E28" w:rsidRPr="006A0196" w:rsidRDefault="007C6E28" w:rsidP="006E3EBA"/>
          <w:p w:rsidR="007C6E28" w:rsidRPr="006A0196" w:rsidRDefault="007C6E28" w:rsidP="006E3EBA"/>
          <w:p w:rsidR="007C6E28" w:rsidRPr="006A0196" w:rsidRDefault="007C6E28" w:rsidP="006E3EBA">
            <w:pPr>
              <w:rPr>
                <w:sz w:val="22"/>
              </w:rPr>
            </w:pPr>
          </w:p>
        </w:tc>
      </w:tr>
      <w:tr w:rsidR="00F80FEC" w:rsidRPr="006A0196" w:rsidTr="00D55710">
        <w:tc>
          <w:tcPr>
            <w:tcW w:w="11016" w:type="dxa"/>
            <w:gridSpan w:val="2"/>
            <w:shd w:val="clear" w:color="auto" w:fill="auto"/>
          </w:tcPr>
          <w:p w:rsidR="00F80FEC" w:rsidRPr="006A0196" w:rsidRDefault="00F80FEC" w:rsidP="00F80FEC">
            <w:bookmarkStart w:id="0" w:name="_GoBack"/>
            <w:bookmarkEnd w:id="0"/>
            <w:r w:rsidRPr="006A0196">
              <w:rPr>
                <w:rFonts w:asciiTheme="minorHAnsi" w:hAnsiTheme="minorHAnsi"/>
                <w:b/>
                <w:i/>
              </w:rPr>
              <w:lastRenderedPageBreak/>
              <w:t>Now do the opposite</w:t>
            </w:r>
            <w:proofErr w:type="gramStart"/>
            <w:r w:rsidRPr="006A0196">
              <w:rPr>
                <w:rFonts w:asciiTheme="minorHAnsi" w:hAnsiTheme="minorHAnsi"/>
                <w:b/>
                <w:i/>
              </w:rPr>
              <w:t xml:space="preserve">!  </w:t>
            </w:r>
            <w:proofErr w:type="gramEnd"/>
            <w:r w:rsidRPr="006A0196">
              <w:rPr>
                <w:rFonts w:asciiTheme="minorHAnsi" w:hAnsiTheme="minorHAnsi"/>
                <w:b/>
                <w:i/>
              </w:rPr>
              <w:t>Take the simplified expression and turn it into its factors (binomials)</w:t>
            </w:r>
            <w:r w:rsidR="00F81158" w:rsidRPr="006A0196">
              <w:rPr>
                <w:rFonts w:asciiTheme="minorHAnsi" w:hAnsiTheme="minorHAnsi"/>
                <w:b/>
                <w:i/>
              </w:rPr>
              <w:t>.</w:t>
            </w:r>
          </w:p>
        </w:tc>
      </w:tr>
      <w:tr w:rsidR="00A64196" w:rsidRPr="006A0196" w:rsidTr="00D55710">
        <w:tc>
          <w:tcPr>
            <w:tcW w:w="11016" w:type="dxa"/>
            <w:gridSpan w:val="2"/>
            <w:shd w:val="clear" w:color="auto" w:fill="auto"/>
          </w:tcPr>
          <w:p w:rsidR="00D55710" w:rsidRPr="006A0196" w:rsidRDefault="00234DD8" w:rsidP="00D55710">
            <w:pPr>
              <w:numPr>
                <w:ilvl w:val="0"/>
                <w:numId w:val="19"/>
              </w:numPr>
              <w:rPr>
                <w:rFonts w:asciiTheme="minorHAnsi" w:hAnsiTheme="minorHAnsi"/>
              </w:rPr>
            </w:pPr>
            <w:r w:rsidRPr="006A0196">
              <w:rPr>
                <w:rFonts w:asciiTheme="minorHAnsi" w:hAnsiTheme="minorHAnsi"/>
              </w:rPr>
              <w:t>Factor the following quadratic: x</w:t>
            </w:r>
            <w:r w:rsidRPr="006A0196">
              <w:rPr>
                <w:rFonts w:asciiTheme="minorHAnsi" w:hAnsiTheme="minorHAnsi"/>
                <w:vertAlign w:val="superscript"/>
              </w:rPr>
              <w:t>2</w:t>
            </w:r>
            <w:r w:rsidR="00A36BDC" w:rsidRPr="006A0196">
              <w:rPr>
                <w:rFonts w:asciiTheme="minorHAnsi" w:hAnsiTheme="minorHAnsi"/>
              </w:rPr>
              <w:t xml:space="preserve"> – 15x + 56.</w:t>
            </w:r>
          </w:p>
          <w:p w:rsidR="00D55710" w:rsidRPr="006A0196" w:rsidRDefault="006A0196" w:rsidP="00D55710">
            <w:pPr>
              <w:ind w:left="720"/>
              <w:rPr>
                <w:rFonts w:asciiTheme="minorHAnsi" w:hAnsiTheme="minorHAnsi"/>
              </w:rPr>
            </w:pPr>
            <w:proofErr w:type="spellStart"/>
            <w:r w:rsidRPr="006A0196">
              <w:rPr>
                <w:b/>
                <w:color w:val="FFFFFF" w:themeColor="background1"/>
                <w:highlight w:val="red"/>
              </w:rPr>
              <w:t>Ans</w:t>
            </w:r>
            <w:proofErr w:type="spellEnd"/>
            <w:r w:rsidRPr="006A0196">
              <w:rPr>
                <w:b/>
                <w:color w:val="FFFFFF" w:themeColor="background1"/>
                <w:highlight w:val="red"/>
              </w:rPr>
              <w:t xml:space="preserve">: (x-8)(x-7) </w:t>
            </w:r>
            <w:r w:rsidRPr="006A0196">
              <w:rPr>
                <w:b/>
                <w:color w:val="FFFFFF" w:themeColor="background1"/>
              </w:rPr>
              <w:t>x</w:t>
            </w:r>
          </w:p>
          <w:p w:rsidR="00D55710" w:rsidRPr="006A0196" w:rsidRDefault="00D55710" w:rsidP="00D55710">
            <w:pPr>
              <w:ind w:left="720"/>
              <w:jc w:val="center"/>
              <w:rPr>
                <w:rFonts w:asciiTheme="minorHAnsi" w:hAnsiTheme="minorHAnsi"/>
              </w:rPr>
            </w:pPr>
          </w:p>
          <w:p w:rsidR="00A36BDC" w:rsidRPr="006A0196" w:rsidRDefault="00A36BDC" w:rsidP="00D55710">
            <w:pPr>
              <w:ind w:left="720"/>
              <w:jc w:val="center"/>
              <w:rPr>
                <w:rFonts w:asciiTheme="minorHAnsi" w:hAnsiTheme="minorHAnsi"/>
              </w:rPr>
            </w:pPr>
          </w:p>
          <w:p w:rsidR="00A36BDC" w:rsidRPr="006A0196" w:rsidRDefault="00A36BDC" w:rsidP="00D55710">
            <w:pPr>
              <w:ind w:left="720"/>
              <w:jc w:val="center"/>
              <w:rPr>
                <w:rFonts w:asciiTheme="minorHAnsi" w:hAnsiTheme="minorHAnsi"/>
              </w:rPr>
            </w:pPr>
          </w:p>
          <w:p w:rsidR="00A36BDC" w:rsidRPr="006A0196" w:rsidRDefault="00A36BDC" w:rsidP="00D55710">
            <w:pPr>
              <w:ind w:left="720"/>
              <w:jc w:val="center"/>
              <w:rPr>
                <w:rFonts w:asciiTheme="minorHAnsi" w:hAnsiTheme="minorHAnsi"/>
              </w:rPr>
            </w:pPr>
          </w:p>
          <w:p w:rsidR="00A36BDC" w:rsidRPr="006A0196" w:rsidRDefault="00A36BDC" w:rsidP="00D55710">
            <w:pPr>
              <w:ind w:left="720"/>
              <w:jc w:val="center"/>
              <w:rPr>
                <w:rFonts w:asciiTheme="minorHAnsi" w:hAnsiTheme="minorHAnsi"/>
              </w:rPr>
            </w:pPr>
          </w:p>
          <w:p w:rsidR="00A36BDC" w:rsidRPr="006A0196" w:rsidRDefault="00A36BDC" w:rsidP="00D55710">
            <w:pPr>
              <w:ind w:left="720"/>
              <w:jc w:val="center"/>
              <w:rPr>
                <w:rFonts w:asciiTheme="minorHAnsi" w:hAnsiTheme="minorHAnsi"/>
              </w:rPr>
            </w:pPr>
          </w:p>
          <w:p w:rsidR="00A64196" w:rsidRPr="006A0196" w:rsidRDefault="00A64196" w:rsidP="00D55710">
            <w:pPr>
              <w:ind w:left="720"/>
              <w:rPr>
                <w:rFonts w:asciiTheme="minorHAnsi" w:hAnsiTheme="minorHAnsi"/>
              </w:rPr>
            </w:pPr>
          </w:p>
        </w:tc>
      </w:tr>
      <w:tr w:rsidR="00A64196" w:rsidRPr="006A0196" w:rsidTr="00D55710">
        <w:tc>
          <w:tcPr>
            <w:tcW w:w="11016" w:type="dxa"/>
            <w:gridSpan w:val="2"/>
            <w:shd w:val="clear" w:color="auto" w:fill="auto"/>
          </w:tcPr>
          <w:p w:rsidR="002B45B1" w:rsidRPr="006A0196" w:rsidRDefault="002B45B1" w:rsidP="002B45B1">
            <w:pPr>
              <w:numPr>
                <w:ilvl w:val="0"/>
                <w:numId w:val="19"/>
              </w:numPr>
              <w:rPr>
                <w:rFonts w:asciiTheme="minorHAnsi" w:hAnsiTheme="minorHAnsi"/>
              </w:rPr>
            </w:pPr>
            <w:r w:rsidRPr="006A0196">
              <w:rPr>
                <w:rFonts w:asciiTheme="minorHAnsi" w:hAnsiTheme="minorHAnsi"/>
                <w:color w:val="000000"/>
                <w:spacing w:val="2"/>
                <w:w w:val="105"/>
              </w:rPr>
              <w:t>Little tougher: Now factor 2x</w:t>
            </w:r>
            <w:r w:rsidRPr="006A0196">
              <w:rPr>
                <w:rFonts w:asciiTheme="minorHAnsi" w:hAnsiTheme="minorHAnsi"/>
                <w:color w:val="000000"/>
                <w:spacing w:val="2"/>
                <w:w w:val="105"/>
                <w:vertAlign w:val="superscript"/>
              </w:rPr>
              <w:t>2</w:t>
            </w:r>
            <w:r w:rsidRPr="006A0196">
              <w:rPr>
                <w:rFonts w:asciiTheme="minorHAnsi" w:hAnsiTheme="minorHAnsi"/>
                <w:color w:val="000000"/>
                <w:spacing w:val="2"/>
                <w:w w:val="105"/>
              </w:rPr>
              <w:t xml:space="preserve"> + x – 6.</w:t>
            </w:r>
          </w:p>
          <w:p w:rsidR="00A36BDC" w:rsidRPr="006A0196" w:rsidRDefault="006A0196" w:rsidP="002B45B1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  <w:proofErr w:type="spellStart"/>
            <w:r w:rsidRPr="006A0196">
              <w:rPr>
                <w:b/>
                <w:color w:val="FFFFFF" w:themeColor="background1"/>
                <w:highlight w:val="red"/>
              </w:rPr>
              <w:t>Ans</w:t>
            </w:r>
            <w:proofErr w:type="spellEnd"/>
            <w:r w:rsidRPr="006A0196">
              <w:rPr>
                <w:b/>
                <w:color w:val="FFFFFF" w:themeColor="background1"/>
                <w:highlight w:val="red"/>
              </w:rPr>
              <w:t xml:space="preserve">: (2x-3)(x+2) </w:t>
            </w:r>
            <w:r w:rsidRPr="006A0196">
              <w:rPr>
                <w:b/>
                <w:color w:val="FFFFFF" w:themeColor="background1"/>
              </w:rPr>
              <w:t>x</w:t>
            </w:r>
          </w:p>
          <w:p w:rsidR="00A36BDC" w:rsidRPr="006A0196" w:rsidRDefault="00A36BDC" w:rsidP="00A36BDC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</w:p>
          <w:p w:rsidR="00A36BDC" w:rsidRPr="006A0196" w:rsidRDefault="00A36BDC" w:rsidP="00A36BDC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</w:p>
          <w:p w:rsidR="00A36BDC" w:rsidRPr="006A0196" w:rsidRDefault="00A36BDC" w:rsidP="00A36BDC">
            <w:pPr>
              <w:rPr>
                <w:rFonts w:asciiTheme="minorHAnsi" w:hAnsiTheme="minorHAnsi"/>
              </w:rPr>
            </w:pPr>
          </w:p>
          <w:p w:rsidR="002B45B1" w:rsidRPr="006A0196" w:rsidRDefault="002B45B1" w:rsidP="00A36BDC">
            <w:pPr>
              <w:rPr>
                <w:rFonts w:asciiTheme="minorHAnsi" w:hAnsiTheme="minorHAnsi"/>
              </w:rPr>
            </w:pPr>
          </w:p>
          <w:p w:rsidR="00CB7661" w:rsidRPr="006A0196" w:rsidRDefault="00CB7661" w:rsidP="00CB7661">
            <w:pPr>
              <w:ind w:left="720"/>
              <w:rPr>
                <w:rFonts w:asciiTheme="minorHAnsi" w:hAnsiTheme="minorHAnsi"/>
              </w:rPr>
            </w:pPr>
          </w:p>
          <w:p w:rsidR="00D55710" w:rsidRPr="006A0196" w:rsidRDefault="00D55710" w:rsidP="00D55710">
            <w:pPr>
              <w:ind w:left="720"/>
              <w:rPr>
                <w:rFonts w:asciiTheme="minorHAnsi" w:hAnsiTheme="minorHAnsi"/>
              </w:rPr>
            </w:pPr>
          </w:p>
          <w:p w:rsidR="00A64196" w:rsidRPr="006A0196" w:rsidRDefault="00A64196" w:rsidP="00D55710">
            <w:pPr>
              <w:ind w:left="720"/>
              <w:rPr>
                <w:rFonts w:asciiTheme="minorHAnsi" w:hAnsiTheme="minorHAnsi"/>
              </w:rPr>
            </w:pPr>
          </w:p>
        </w:tc>
      </w:tr>
      <w:tr w:rsidR="00F159A2" w:rsidRPr="006A0196" w:rsidTr="00D55710">
        <w:tc>
          <w:tcPr>
            <w:tcW w:w="11016" w:type="dxa"/>
            <w:gridSpan w:val="2"/>
            <w:shd w:val="clear" w:color="auto" w:fill="auto"/>
          </w:tcPr>
          <w:p w:rsidR="00F159A2" w:rsidRPr="006A0196" w:rsidRDefault="002B45B1" w:rsidP="002B45B1">
            <w:pPr>
              <w:numPr>
                <w:ilvl w:val="0"/>
                <w:numId w:val="19"/>
              </w:numPr>
              <w:rPr>
                <w:rFonts w:asciiTheme="minorHAnsi" w:hAnsiTheme="minorHAnsi"/>
                <w:color w:val="000000"/>
                <w:spacing w:val="2"/>
                <w:w w:val="105"/>
              </w:rPr>
            </w:pPr>
            <w:proofErr w:type="gramStart"/>
            <w:r w:rsidRPr="006A0196">
              <w:rPr>
                <w:rFonts w:asciiTheme="minorHAnsi" w:hAnsiTheme="minorHAnsi"/>
                <w:color w:val="000000"/>
                <w:spacing w:val="2"/>
                <w:w w:val="105"/>
              </w:rPr>
              <w:t>Little tougher still: Factor 3x</w:t>
            </w:r>
            <w:r w:rsidRPr="006A0196">
              <w:rPr>
                <w:rFonts w:asciiTheme="minorHAnsi" w:hAnsiTheme="minorHAnsi"/>
                <w:color w:val="000000"/>
                <w:spacing w:val="2"/>
                <w:w w:val="105"/>
                <w:vertAlign w:val="superscript"/>
              </w:rPr>
              <w:t>2</w:t>
            </w:r>
            <w:r w:rsidRPr="006A0196">
              <w:rPr>
                <w:rFonts w:asciiTheme="minorHAnsi" w:hAnsiTheme="minorHAnsi"/>
                <w:color w:val="000000"/>
                <w:spacing w:val="2"/>
                <w:w w:val="105"/>
              </w:rPr>
              <w:t xml:space="preserve"> + 15x – 42.</w:t>
            </w:r>
            <w:proofErr w:type="gramEnd"/>
          </w:p>
          <w:p w:rsidR="002B45B1" w:rsidRPr="006A0196" w:rsidRDefault="006A0196" w:rsidP="002B45B1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  <w:proofErr w:type="spellStart"/>
            <w:r w:rsidRPr="006A0196">
              <w:rPr>
                <w:b/>
                <w:color w:val="FFFFFF" w:themeColor="background1"/>
                <w:highlight w:val="red"/>
              </w:rPr>
              <w:t>Ans</w:t>
            </w:r>
            <w:proofErr w:type="spellEnd"/>
            <w:r w:rsidRPr="006A0196">
              <w:rPr>
                <w:b/>
                <w:color w:val="FFFFFF" w:themeColor="background1"/>
                <w:highlight w:val="red"/>
              </w:rPr>
              <w:t xml:space="preserve">: (3x-21)(x+2) or (x-7)(3x+6) = 3(x-7)(x+2) </w:t>
            </w:r>
            <w:proofErr w:type="spellStart"/>
            <w:r w:rsidRPr="006A0196">
              <w:rPr>
                <w:b/>
                <w:color w:val="FFFFFF" w:themeColor="background1"/>
              </w:rPr>
              <w:t>dx</w:t>
            </w:r>
            <w:proofErr w:type="spellEnd"/>
          </w:p>
          <w:p w:rsidR="002B45B1" w:rsidRPr="006A0196" w:rsidRDefault="002B45B1" w:rsidP="002B45B1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</w:p>
          <w:p w:rsidR="002B45B1" w:rsidRPr="006A0196" w:rsidRDefault="002B45B1" w:rsidP="002B45B1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</w:p>
          <w:p w:rsidR="002B45B1" w:rsidRPr="006A0196" w:rsidRDefault="002B45B1" w:rsidP="002B45B1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</w:p>
          <w:p w:rsidR="002B45B1" w:rsidRPr="006A0196" w:rsidRDefault="002B45B1" w:rsidP="002B45B1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</w:p>
          <w:p w:rsidR="002B45B1" w:rsidRPr="006A0196" w:rsidRDefault="002B45B1" w:rsidP="002B45B1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</w:p>
          <w:p w:rsidR="002B45B1" w:rsidRPr="006A0196" w:rsidRDefault="002B45B1" w:rsidP="002B45B1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</w:p>
          <w:p w:rsidR="002B45B1" w:rsidRPr="006A0196" w:rsidRDefault="002B45B1" w:rsidP="002B45B1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</w:p>
        </w:tc>
      </w:tr>
      <w:tr w:rsidR="00F81158" w:rsidRPr="006A0196" w:rsidTr="00D55710">
        <w:tc>
          <w:tcPr>
            <w:tcW w:w="11016" w:type="dxa"/>
            <w:gridSpan w:val="2"/>
            <w:shd w:val="clear" w:color="auto" w:fill="auto"/>
          </w:tcPr>
          <w:p w:rsidR="00F81158" w:rsidRPr="006A0196" w:rsidRDefault="00F81158" w:rsidP="00F81158">
            <w:pPr>
              <w:numPr>
                <w:ilvl w:val="0"/>
                <w:numId w:val="19"/>
              </w:numPr>
              <w:rPr>
                <w:rFonts w:asciiTheme="minorHAnsi" w:hAnsiTheme="minorHAnsi"/>
                <w:color w:val="000000"/>
                <w:spacing w:val="2"/>
                <w:w w:val="105"/>
              </w:rPr>
            </w:pPr>
            <w:r w:rsidRPr="006A0196">
              <w:rPr>
                <w:rFonts w:asciiTheme="minorHAnsi" w:hAnsiTheme="minorHAnsi"/>
                <w:color w:val="000000"/>
                <w:spacing w:val="2"/>
                <w:w w:val="105"/>
              </w:rPr>
              <w:t xml:space="preserve">Find the solutions: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pacing w:val="2"/>
                      <w:w w:val="105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pacing w:val="2"/>
                      <w:w w:val="105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pacing w:val="2"/>
                      <w:w w:val="105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pacing w:val="2"/>
                  <w:w w:val="105"/>
                </w:rPr>
                <m:t>+ 9x+14=0</m:t>
              </m:r>
            </m:oMath>
          </w:p>
          <w:p w:rsidR="00F81158" w:rsidRPr="006A0196" w:rsidRDefault="006A0196" w:rsidP="00F81158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  <w:proofErr w:type="spellStart"/>
            <w:r w:rsidRPr="006A0196">
              <w:rPr>
                <w:b/>
                <w:color w:val="FFFFFF" w:themeColor="background1"/>
                <w:highlight w:val="red"/>
              </w:rPr>
              <w:t>Ans</w:t>
            </w:r>
            <w:proofErr w:type="spellEnd"/>
            <w:r w:rsidRPr="006A0196">
              <w:rPr>
                <w:b/>
                <w:color w:val="FFFFFF" w:themeColor="background1"/>
                <w:highlight w:val="red"/>
              </w:rPr>
              <w:t>: x = -7, -2</w:t>
            </w:r>
          </w:p>
          <w:p w:rsidR="00F81158" w:rsidRPr="006A0196" w:rsidRDefault="00F81158" w:rsidP="00F81158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</w:p>
          <w:p w:rsidR="00F81158" w:rsidRPr="006A0196" w:rsidRDefault="00F81158" w:rsidP="00F81158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</w:p>
          <w:p w:rsidR="00F81158" w:rsidRPr="006A0196" w:rsidRDefault="00F81158" w:rsidP="00F81158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</w:p>
          <w:p w:rsidR="00F81158" w:rsidRPr="006A0196" w:rsidRDefault="00F81158" w:rsidP="00F81158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</w:p>
          <w:p w:rsidR="00F81158" w:rsidRPr="006A0196" w:rsidRDefault="00F81158" w:rsidP="00F81158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</w:p>
        </w:tc>
      </w:tr>
      <w:tr w:rsidR="00F81158" w:rsidRPr="006A0196" w:rsidTr="00D55710">
        <w:tc>
          <w:tcPr>
            <w:tcW w:w="11016" w:type="dxa"/>
            <w:gridSpan w:val="2"/>
            <w:shd w:val="clear" w:color="auto" w:fill="auto"/>
          </w:tcPr>
          <w:p w:rsidR="00F81158" w:rsidRPr="006A0196" w:rsidRDefault="00F81158" w:rsidP="00F81158">
            <w:pPr>
              <w:numPr>
                <w:ilvl w:val="0"/>
                <w:numId w:val="19"/>
              </w:numPr>
              <w:rPr>
                <w:rFonts w:asciiTheme="minorHAnsi" w:hAnsiTheme="minorHAnsi"/>
                <w:color w:val="000000"/>
                <w:spacing w:val="2"/>
                <w:w w:val="105"/>
              </w:rPr>
            </w:pPr>
            <w:r w:rsidRPr="006A0196">
              <w:rPr>
                <w:rFonts w:asciiTheme="minorHAnsi" w:hAnsiTheme="minorHAnsi"/>
                <w:color w:val="000000"/>
                <w:spacing w:val="2"/>
                <w:w w:val="105"/>
              </w:rPr>
              <w:t xml:space="preserve">Find the solutions: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pacing w:val="2"/>
                      <w:w w:val="105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pacing w:val="2"/>
                      <w:w w:val="105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pacing w:val="2"/>
                      <w:w w:val="105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pacing w:val="2"/>
                  <w:w w:val="105"/>
                </w:rPr>
                <m:t>-4z-45=0</m:t>
              </m:r>
            </m:oMath>
          </w:p>
          <w:p w:rsidR="00F81158" w:rsidRPr="006A0196" w:rsidRDefault="006A0196" w:rsidP="00F81158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  <w:proofErr w:type="spellStart"/>
            <w:r w:rsidRPr="006A0196">
              <w:rPr>
                <w:b/>
                <w:color w:val="FFFFFF" w:themeColor="background1"/>
                <w:highlight w:val="red"/>
              </w:rPr>
              <w:t>Ans</w:t>
            </w:r>
            <w:proofErr w:type="spellEnd"/>
            <w:r w:rsidR="008E1A09">
              <w:rPr>
                <w:b/>
                <w:color w:val="FFFFFF" w:themeColor="background1"/>
                <w:highlight w:val="red"/>
              </w:rPr>
              <w:t>: z=9, 4</w:t>
            </w:r>
          </w:p>
          <w:p w:rsidR="00F81158" w:rsidRPr="006A0196" w:rsidRDefault="00F81158" w:rsidP="00F81158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</w:p>
          <w:p w:rsidR="00F81158" w:rsidRPr="006A0196" w:rsidRDefault="00F81158" w:rsidP="00F81158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</w:p>
          <w:p w:rsidR="00F81158" w:rsidRPr="006A0196" w:rsidRDefault="00F81158" w:rsidP="00F81158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</w:p>
          <w:p w:rsidR="00F81158" w:rsidRPr="006A0196" w:rsidRDefault="00F81158" w:rsidP="00F81158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</w:p>
          <w:p w:rsidR="00F81158" w:rsidRPr="006A0196" w:rsidRDefault="00F81158" w:rsidP="00F81158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</w:p>
        </w:tc>
      </w:tr>
      <w:tr w:rsidR="00F81158" w:rsidRPr="006A0196" w:rsidTr="00D55710">
        <w:tc>
          <w:tcPr>
            <w:tcW w:w="11016" w:type="dxa"/>
            <w:gridSpan w:val="2"/>
            <w:shd w:val="clear" w:color="auto" w:fill="auto"/>
          </w:tcPr>
          <w:p w:rsidR="00F81158" w:rsidRPr="006A0196" w:rsidRDefault="00F81158" w:rsidP="00F81158">
            <w:pPr>
              <w:numPr>
                <w:ilvl w:val="0"/>
                <w:numId w:val="19"/>
              </w:numPr>
              <w:rPr>
                <w:rFonts w:asciiTheme="minorHAnsi" w:hAnsiTheme="minorHAnsi"/>
                <w:color w:val="000000"/>
                <w:spacing w:val="2"/>
                <w:w w:val="105"/>
              </w:rPr>
            </w:pPr>
            <w:r w:rsidRPr="006A0196">
              <w:rPr>
                <w:rFonts w:asciiTheme="minorHAnsi" w:hAnsiTheme="minorHAnsi"/>
                <w:color w:val="000000"/>
                <w:spacing w:val="2"/>
                <w:w w:val="105"/>
              </w:rPr>
              <w:t xml:space="preserve">Find the solutions: </w:t>
            </w:r>
            <m:oMath>
              <m:r>
                <w:rPr>
                  <w:rFonts w:ascii="Cambria Math" w:hAnsi="Cambria Math"/>
                  <w:color w:val="000000"/>
                  <w:spacing w:val="2"/>
                  <w:w w:val="105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pacing w:val="2"/>
                      <w:w w:val="105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pacing w:val="2"/>
                      <w:w w:val="105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pacing w:val="2"/>
                      <w:w w:val="105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pacing w:val="2"/>
                  <w:w w:val="105"/>
                </w:rPr>
                <m:t>+13d-30</m:t>
              </m:r>
            </m:oMath>
          </w:p>
          <w:p w:rsidR="00F81158" w:rsidRPr="006A0196" w:rsidRDefault="008E1A09" w:rsidP="00F81158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  <w:r w:rsidRPr="008E1A09">
              <w:rPr>
                <w:b/>
                <w:color w:val="FFFFFF" w:themeColor="background1"/>
                <w:highlight w:val="red"/>
                <w:lang w:val="fr-CA"/>
              </w:rPr>
              <w:t>Ans : d = 5/3, -6</w:t>
            </w:r>
          </w:p>
          <w:p w:rsidR="00F81158" w:rsidRPr="006A0196" w:rsidRDefault="00F81158" w:rsidP="00F81158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</w:p>
          <w:p w:rsidR="00F81158" w:rsidRPr="006A0196" w:rsidRDefault="00F81158" w:rsidP="00F81158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</w:p>
          <w:p w:rsidR="00F81158" w:rsidRPr="006A0196" w:rsidRDefault="00F81158" w:rsidP="00F81158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</w:p>
          <w:p w:rsidR="00F81158" w:rsidRPr="006A0196" w:rsidRDefault="00F81158" w:rsidP="00F81158">
            <w:pPr>
              <w:rPr>
                <w:rFonts w:asciiTheme="minorHAnsi" w:hAnsiTheme="minorHAnsi"/>
                <w:color w:val="000000"/>
                <w:spacing w:val="2"/>
                <w:w w:val="105"/>
              </w:rPr>
            </w:pPr>
          </w:p>
          <w:p w:rsidR="00F81158" w:rsidRPr="006A0196" w:rsidRDefault="00F81158" w:rsidP="00F81158">
            <w:pPr>
              <w:rPr>
                <w:rFonts w:asciiTheme="minorHAnsi" w:hAnsiTheme="minorHAnsi"/>
                <w:color w:val="000000"/>
                <w:spacing w:val="2"/>
                <w:w w:val="105"/>
                <w:sz w:val="14"/>
              </w:rPr>
            </w:pPr>
          </w:p>
        </w:tc>
      </w:tr>
    </w:tbl>
    <w:p w:rsidR="0057277E" w:rsidRPr="006A0196" w:rsidRDefault="00F81158" w:rsidP="002334EB">
      <w:pPr>
        <w:spacing w:after="120"/>
        <w:rPr>
          <w:rFonts w:asciiTheme="minorHAnsi" w:hAnsiTheme="minorHAnsi" w:cs="Calibri"/>
          <w:sz w:val="22"/>
        </w:rPr>
      </w:pPr>
      <w:r w:rsidRPr="006A0196">
        <w:rPr>
          <w:rFonts w:asciiTheme="minorHAnsi" w:hAnsiTheme="minorHAnsi" w:cs="Calibri"/>
          <w:b/>
          <w:sz w:val="22"/>
          <w:u w:val="single"/>
        </w:rPr>
        <w:t>Homework</w:t>
      </w:r>
      <w:r w:rsidRPr="006A0196">
        <w:rPr>
          <w:rFonts w:asciiTheme="minorHAnsi" w:hAnsiTheme="minorHAnsi" w:cs="Calibri"/>
          <w:b/>
          <w:sz w:val="22"/>
        </w:rPr>
        <w:t xml:space="preserve">: (1) Finish this sheet. (2) Complete the survey in your email </w:t>
      </w:r>
      <w:r w:rsidRPr="006A0196">
        <w:rPr>
          <w:rFonts w:asciiTheme="minorHAnsi" w:hAnsiTheme="minorHAnsi" w:cs="Calibri"/>
          <w:sz w:val="22"/>
        </w:rPr>
        <w:t>(or go to</w:t>
      </w:r>
      <w:r w:rsidRPr="006A0196">
        <w:rPr>
          <w:rFonts w:asciiTheme="minorHAnsi" w:hAnsiTheme="minorHAnsi" w:cs="Calibri"/>
          <w:b/>
          <w:sz w:val="22"/>
        </w:rPr>
        <w:t xml:space="preserve"> </w:t>
      </w:r>
      <w:hyperlink r:id="rId9" w:history="1">
        <w:r w:rsidRPr="006A0196">
          <w:rPr>
            <w:rStyle w:val="Hyperlink"/>
            <w:rFonts w:asciiTheme="minorHAnsi" w:hAnsiTheme="minorHAnsi" w:cs="Calibri"/>
            <w:b/>
            <w:sz w:val="22"/>
          </w:rPr>
          <w:t>j.mp/</w:t>
        </w:r>
        <w:proofErr w:type="spellStart"/>
        <w:r w:rsidRPr="006A0196">
          <w:rPr>
            <w:rStyle w:val="Hyperlink"/>
            <w:rFonts w:asciiTheme="minorHAnsi" w:hAnsiTheme="minorHAnsi" w:cs="Calibri"/>
            <w:b/>
            <w:sz w:val="22"/>
          </w:rPr>
          <w:t>geoplan</w:t>
        </w:r>
        <w:proofErr w:type="spellEnd"/>
      </w:hyperlink>
      <w:r w:rsidRPr="006A0196">
        <w:rPr>
          <w:rFonts w:asciiTheme="minorHAnsi" w:hAnsiTheme="minorHAnsi" w:cs="Calibri"/>
          <w:sz w:val="22"/>
        </w:rPr>
        <w:t xml:space="preserve">) – you </w:t>
      </w:r>
      <w:proofErr w:type="gramStart"/>
      <w:r w:rsidRPr="006A0196">
        <w:rPr>
          <w:rFonts w:asciiTheme="minorHAnsi" w:hAnsiTheme="minorHAnsi" w:cs="Calibri"/>
          <w:sz w:val="22"/>
        </w:rPr>
        <w:t>must be signed</w:t>
      </w:r>
      <w:proofErr w:type="gramEnd"/>
      <w:r w:rsidRPr="006A0196">
        <w:rPr>
          <w:rFonts w:asciiTheme="minorHAnsi" w:hAnsiTheme="minorHAnsi" w:cs="Calibri"/>
          <w:sz w:val="22"/>
        </w:rPr>
        <w:t xml:space="preserve"> into your Muchin </w:t>
      </w:r>
      <w:proofErr w:type="spellStart"/>
      <w:r w:rsidRPr="006A0196">
        <w:rPr>
          <w:rFonts w:asciiTheme="minorHAnsi" w:hAnsiTheme="minorHAnsi" w:cs="Calibri"/>
          <w:sz w:val="22"/>
        </w:rPr>
        <w:t>gmail</w:t>
      </w:r>
      <w:proofErr w:type="spellEnd"/>
      <w:r w:rsidRPr="006A0196">
        <w:rPr>
          <w:rFonts w:asciiTheme="minorHAnsi" w:hAnsiTheme="minorHAnsi" w:cs="Calibri"/>
          <w:sz w:val="22"/>
        </w:rPr>
        <w:t xml:space="preserve">. </w:t>
      </w:r>
      <w:r w:rsidR="006A0196" w:rsidRPr="006A0196">
        <w:rPr>
          <w:rFonts w:asciiTheme="minorHAnsi" w:hAnsiTheme="minorHAnsi" w:cs="Calibri"/>
          <w:sz w:val="22"/>
        </w:rPr>
        <w:t>Please do this before AMA on Monday. This will help us plan for the PLAN!</w:t>
      </w:r>
    </w:p>
    <w:sectPr w:rsidR="0057277E" w:rsidRPr="006A0196" w:rsidSect="007A2833">
      <w:footerReference w:type="default" r:id="rId10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510" w:rsidRDefault="00942510">
      <w:r>
        <w:separator/>
      </w:r>
    </w:p>
  </w:endnote>
  <w:endnote w:type="continuationSeparator" w:id="0">
    <w:p w:rsidR="00942510" w:rsidRDefault="009425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w Cen MT Condensed Extra Bold">
    <w:altName w:val="Arial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080" w:rsidRPr="008B41BB" w:rsidRDefault="007C6E28" w:rsidP="007A2833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 xml:space="preserve">Define </w:t>
    </w:r>
    <w:r w:rsidRPr="007C6E28">
      <w:rPr>
        <w:rFonts w:ascii="Tw Cen MT Condensed Extra Bold" w:hAnsi="Tw Cen MT Condensed Extra Bold"/>
        <w:b/>
        <w:i/>
        <w:sz w:val="40"/>
        <w:u w:val="single"/>
      </w:rPr>
      <w:t>YOUR</w:t>
    </w:r>
    <w:r>
      <w:rPr>
        <w:rFonts w:ascii="Tw Cen MT Condensed Extra Bold" w:hAnsi="Tw Cen MT Condensed Extra Bold"/>
        <w:sz w:val="40"/>
      </w:rPr>
      <w:t xml:space="preserve"> Pride!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510" w:rsidRDefault="00942510">
      <w:r>
        <w:separator/>
      </w:r>
    </w:p>
  </w:footnote>
  <w:footnote w:type="continuationSeparator" w:id="0">
    <w:p w:rsidR="00942510" w:rsidRDefault="009425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A165B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Symbo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Symbo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312D71"/>
    <w:multiLevelType w:val="hybridMultilevel"/>
    <w:tmpl w:val="E0084426"/>
    <w:lvl w:ilvl="0" w:tplc="28CEC9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875E7"/>
    <w:multiLevelType w:val="hybridMultilevel"/>
    <w:tmpl w:val="E0084426"/>
    <w:lvl w:ilvl="0" w:tplc="28CEC9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368E3"/>
    <w:multiLevelType w:val="hybridMultilevel"/>
    <w:tmpl w:val="E8A0CBD2"/>
    <w:lvl w:ilvl="0" w:tplc="E57A2CF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EE33A2D"/>
    <w:multiLevelType w:val="hybridMultilevel"/>
    <w:tmpl w:val="59F0B9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D7A72"/>
    <w:multiLevelType w:val="hybridMultilevel"/>
    <w:tmpl w:val="6248D942"/>
    <w:lvl w:ilvl="0" w:tplc="B2E8E67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6458C"/>
    <w:multiLevelType w:val="hybridMultilevel"/>
    <w:tmpl w:val="F7203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7161A5"/>
    <w:multiLevelType w:val="hybridMultilevel"/>
    <w:tmpl w:val="AA4CBD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56EE6"/>
    <w:multiLevelType w:val="hybridMultilevel"/>
    <w:tmpl w:val="1A4656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6519D4"/>
    <w:multiLevelType w:val="hybridMultilevel"/>
    <w:tmpl w:val="A53457FE"/>
    <w:lvl w:ilvl="0" w:tplc="FD621C68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703F40"/>
    <w:multiLevelType w:val="hybridMultilevel"/>
    <w:tmpl w:val="15C206D0"/>
    <w:lvl w:ilvl="0" w:tplc="C6E2413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BBA5B1D"/>
    <w:multiLevelType w:val="hybridMultilevel"/>
    <w:tmpl w:val="8AB856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D87A8C"/>
    <w:multiLevelType w:val="hybridMultilevel"/>
    <w:tmpl w:val="CD9A14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7A108B"/>
    <w:multiLevelType w:val="hybridMultilevel"/>
    <w:tmpl w:val="167E5E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E0E94"/>
    <w:multiLevelType w:val="hybridMultilevel"/>
    <w:tmpl w:val="A36E4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772EA5"/>
    <w:multiLevelType w:val="hybridMultilevel"/>
    <w:tmpl w:val="F94C798E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901E8C"/>
    <w:multiLevelType w:val="hybridMultilevel"/>
    <w:tmpl w:val="7758D7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2E424F"/>
    <w:multiLevelType w:val="hybridMultilevel"/>
    <w:tmpl w:val="14D6C1DE"/>
    <w:lvl w:ilvl="0" w:tplc="D688E0F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58D94A03"/>
    <w:multiLevelType w:val="hybridMultilevel"/>
    <w:tmpl w:val="9280A7A8"/>
    <w:lvl w:ilvl="0" w:tplc="819CBB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D0C617E"/>
    <w:multiLevelType w:val="hybridMultilevel"/>
    <w:tmpl w:val="CC987F8C"/>
    <w:lvl w:ilvl="0" w:tplc="9ADA292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EC90ABA"/>
    <w:multiLevelType w:val="hybridMultilevel"/>
    <w:tmpl w:val="F7203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0B4FE0"/>
    <w:multiLevelType w:val="hybridMultilevel"/>
    <w:tmpl w:val="E8A0CBD2"/>
    <w:lvl w:ilvl="0" w:tplc="E57A2CF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06C5F8A"/>
    <w:multiLevelType w:val="hybridMultilevel"/>
    <w:tmpl w:val="131C974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46E25E4"/>
    <w:multiLevelType w:val="hybridMultilevel"/>
    <w:tmpl w:val="87C88976"/>
    <w:lvl w:ilvl="0" w:tplc="DDC43B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0192DD0"/>
    <w:multiLevelType w:val="hybridMultilevel"/>
    <w:tmpl w:val="4E600F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02225DC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8D638C"/>
    <w:multiLevelType w:val="hybridMultilevel"/>
    <w:tmpl w:val="359C0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2A27B46"/>
    <w:multiLevelType w:val="hybridMultilevel"/>
    <w:tmpl w:val="E8A0CBD2"/>
    <w:lvl w:ilvl="0" w:tplc="E57A2CF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B06662B"/>
    <w:multiLevelType w:val="hybridMultilevel"/>
    <w:tmpl w:val="BDB20404"/>
    <w:lvl w:ilvl="0" w:tplc="80BE960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9"/>
  </w:num>
  <w:num w:numId="4">
    <w:abstractNumId w:val="23"/>
  </w:num>
  <w:num w:numId="5">
    <w:abstractNumId w:val="17"/>
  </w:num>
  <w:num w:numId="6">
    <w:abstractNumId w:val="28"/>
  </w:num>
  <w:num w:numId="7">
    <w:abstractNumId w:val="18"/>
  </w:num>
  <w:num w:numId="8">
    <w:abstractNumId w:val="0"/>
  </w:num>
  <w:num w:numId="9">
    <w:abstractNumId w:val="20"/>
  </w:num>
  <w:num w:numId="10">
    <w:abstractNumId w:val="6"/>
  </w:num>
  <w:num w:numId="11">
    <w:abstractNumId w:val="24"/>
  </w:num>
  <w:num w:numId="12">
    <w:abstractNumId w:val="15"/>
  </w:num>
  <w:num w:numId="13">
    <w:abstractNumId w:val="9"/>
  </w:num>
  <w:num w:numId="14">
    <w:abstractNumId w:val="21"/>
  </w:num>
  <w:num w:numId="15">
    <w:abstractNumId w:val="3"/>
  </w:num>
  <w:num w:numId="16">
    <w:abstractNumId w:val="27"/>
  </w:num>
  <w:num w:numId="17">
    <w:abstractNumId w:val="26"/>
  </w:num>
  <w:num w:numId="18">
    <w:abstractNumId w:val="12"/>
  </w:num>
  <w:num w:numId="19">
    <w:abstractNumId w:val="22"/>
  </w:num>
  <w:num w:numId="20">
    <w:abstractNumId w:val="14"/>
  </w:num>
  <w:num w:numId="21">
    <w:abstractNumId w:val="7"/>
  </w:num>
  <w:num w:numId="22">
    <w:abstractNumId w:val="1"/>
  </w:num>
  <w:num w:numId="23">
    <w:abstractNumId w:val="13"/>
  </w:num>
  <w:num w:numId="24">
    <w:abstractNumId w:val="16"/>
  </w:num>
  <w:num w:numId="25">
    <w:abstractNumId w:val="4"/>
  </w:num>
  <w:num w:numId="26">
    <w:abstractNumId w:val="11"/>
  </w:num>
  <w:num w:numId="27">
    <w:abstractNumId w:val="5"/>
  </w:num>
  <w:num w:numId="28">
    <w:abstractNumId w:val="25"/>
  </w:num>
  <w:num w:numId="29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F4694"/>
    <w:rsid w:val="00010A88"/>
    <w:rsid w:val="00014DDC"/>
    <w:rsid w:val="00025EDC"/>
    <w:rsid w:val="00040442"/>
    <w:rsid w:val="000432EB"/>
    <w:rsid w:val="000469D2"/>
    <w:rsid w:val="000551D8"/>
    <w:rsid w:val="00061D61"/>
    <w:rsid w:val="00070D80"/>
    <w:rsid w:val="00076EAB"/>
    <w:rsid w:val="00077B0C"/>
    <w:rsid w:val="00077C27"/>
    <w:rsid w:val="000B1674"/>
    <w:rsid w:val="000B5EDD"/>
    <w:rsid w:val="000C28BC"/>
    <w:rsid w:val="000E0DC5"/>
    <w:rsid w:val="0010770E"/>
    <w:rsid w:val="001118A4"/>
    <w:rsid w:val="00133B5B"/>
    <w:rsid w:val="00147BBC"/>
    <w:rsid w:val="0017064D"/>
    <w:rsid w:val="001711A6"/>
    <w:rsid w:val="00181DA6"/>
    <w:rsid w:val="001A428F"/>
    <w:rsid w:val="001B05BE"/>
    <w:rsid w:val="001B13F5"/>
    <w:rsid w:val="001B2C0F"/>
    <w:rsid w:val="001E691F"/>
    <w:rsid w:val="001F373A"/>
    <w:rsid w:val="00204B75"/>
    <w:rsid w:val="00212042"/>
    <w:rsid w:val="002205A0"/>
    <w:rsid w:val="002334EB"/>
    <w:rsid w:val="00234DD8"/>
    <w:rsid w:val="002444AC"/>
    <w:rsid w:val="00290617"/>
    <w:rsid w:val="00291E6A"/>
    <w:rsid w:val="002A75A9"/>
    <w:rsid w:val="002B45B1"/>
    <w:rsid w:val="002E4CE2"/>
    <w:rsid w:val="002F6A23"/>
    <w:rsid w:val="00363EDB"/>
    <w:rsid w:val="00364319"/>
    <w:rsid w:val="00386934"/>
    <w:rsid w:val="0039532F"/>
    <w:rsid w:val="003D31CC"/>
    <w:rsid w:val="003E65A5"/>
    <w:rsid w:val="00400F5B"/>
    <w:rsid w:val="004132A9"/>
    <w:rsid w:val="00440B7C"/>
    <w:rsid w:val="004F4694"/>
    <w:rsid w:val="005066C4"/>
    <w:rsid w:val="00545CE5"/>
    <w:rsid w:val="005543AE"/>
    <w:rsid w:val="0057277E"/>
    <w:rsid w:val="00573C4E"/>
    <w:rsid w:val="005902DF"/>
    <w:rsid w:val="005942CD"/>
    <w:rsid w:val="005B4427"/>
    <w:rsid w:val="005C4B54"/>
    <w:rsid w:val="005D10CE"/>
    <w:rsid w:val="005F0A9E"/>
    <w:rsid w:val="00631D64"/>
    <w:rsid w:val="006462E0"/>
    <w:rsid w:val="006650E7"/>
    <w:rsid w:val="00677AA1"/>
    <w:rsid w:val="00684C04"/>
    <w:rsid w:val="00692733"/>
    <w:rsid w:val="006A0196"/>
    <w:rsid w:val="006A1FB3"/>
    <w:rsid w:val="006A30F1"/>
    <w:rsid w:val="006E3EBA"/>
    <w:rsid w:val="006F6221"/>
    <w:rsid w:val="0070401D"/>
    <w:rsid w:val="00730FC8"/>
    <w:rsid w:val="00735AE4"/>
    <w:rsid w:val="007478C3"/>
    <w:rsid w:val="00794037"/>
    <w:rsid w:val="007A2833"/>
    <w:rsid w:val="007C6E28"/>
    <w:rsid w:val="007E3934"/>
    <w:rsid w:val="007E7DEF"/>
    <w:rsid w:val="00840518"/>
    <w:rsid w:val="00843FAF"/>
    <w:rsid w:val="0086290F"/>
    <w:rsid w:val="008937C7"/>
    <w:rsid w:val="00894F2F"/>
    <w:rsid w:val="008A4CB3"/>
    <w:rsid w:val="008C4E72"/>
    <w:rsid w:val="008E1A09"/>
    <w:rsid w:val="008E6DB9"/>
    <w:rsid w:val="00904CF3"/>
    <w:rsid w:val="0092619A"/>
    <w:rsid w:val="00930BE0"/>
    <w:rsid w:val="00942510"/>
    <w:rsid w:val="00955E0F"/>
    <w:rsid w:val="009A4169"/>
    <w:rsid w:val="009B450E"/>
    <w:rsid w:val="009B73B1"/>
    <w:rsid w:val="009E375E"/>
    <w:rsid w:val="009E6089"/>
    <w:rsid w:val="009F5F7F"/>
    <w:rsid w:val="00A11B06"/>
    <w:rsid w:val="00A17FA1"/>
    <w:rsid w:val="00A34080"/>
    <w:rsid w:val="00A36BDC"/>
    <w:rsid w:val="00A540A5"/>
    <w:rsid w:val="00A64196"/>
    <w:rsid w:val="00A71D59"/>
    <w:rsid w:val="00A83345"/>
    <w:rsid w:val="00A874CE"/>
    <w:rsid w:val="00A963B0"/>
    <w:rsid w:val="00AA1960"/>
    <w:rsid w:val="00AB4D23"/>
    <w:rsid w:val="00AD5F3D"/>
    <w:rsid w:val="00B05EBC"/>
    <w:rsid w:val="00B07382"/>
    <w:rsid w:val="00B149BE"/>
    <w:rsid w:val="00B21F45"/>
    <w:rsid w:val="00B33DA0"/>
    <w:rsid w:val="00B5379D"/>
    <w:rsid w:val="00B66F02"/>
    <w:rsid w:val="00B71EAB"/>
    <w:rsid w:val="00B72313"/>
    <w:rsid w:val="00B76FD9"/>
    <w:rsid w:val="00B85B3F"/>
    <w:rsid w:val="00BB30E0"/>
    <w:rsid w:val="00BB5508"/>
    <w:rsid w:val="00BD294B"/>
    <w:rsid w:val="00BD2C8E"/>
    <w:rsid w:val="00BD4C06"/>
    <w:rsid w:val="00BE0E09"/>
    <w:rsid w:val="00C17828"/>
    <w:rsid w:val="00C20C87"/>
    <w:rsid w:val="00C24076"/>
    <w:rsid w:val="00C30C03"/>
    <w:rsid w:val="00C50E7A"/>
    <w:rsid w:val="00C52E67"/>
    <w:rsid w:val="00C561CA"/>
    <w:rsid w:val="00C738A1"/>
    <w:rsid w:val="00C7616F"/>
    <w:rsid w:val="00C814CA"/>
    <w:rsid w:val="00C95EE3"/>
    <w:rsid w:val="00CB7661"/>
    <w:rsid w:val="00CC1E73"/>
    <w:rsid w:val="00CC6CFD"/>
    <w:rsid w:val="00CC702E"/>
    <w:rsid w:val="00D12EAF"/>
    <w:rsid w:val="00D227E6"/>
    <w:rsid w:val="00D302A4"/>
    <w:rsid w:val="00D3322F"/>
    <w:rsid w:val="00D332CE"/>
    <w:rsid w:val="00D51CFE"/>
    <w:rsid w:val="00D55710"/>
    <w:rsid w:val="00D645C1"/>
    <w:rsid w:val="00D77BA2"/>
    <w:rsid w:val="00D86D27"/>
    <w:rsid w:val="00D940B3"/>
    <w:rsid w:val="00DA1AFC"/>
    <w:rsid w:val="00DB55CD"/>
    <w:rsid w:val="00DD576E"/>
    <w:rsid w:val="00DE0AE0"/>
    <w:rsid w:val="00E124BF"/>
    <w:rsid w:val="00E16B27"/>
    <w:rsid w:val="00E20E8F"/>
    <w:rsid w:val="00E41D91"/>
    <w:rsid w:val="00E83CCD"/>
    <w:rsid w:val="00EA070E"/>
    <w:rsid w:val="00ED6239"/>
    <w:rsid w:val="00EF3C1B"/>
    <w:rsid w:val="00F159A2"/>
    <w:rsid w:val="00F32900"/>
    <w:rsid w:val="00F75693"/>
    <w:rsid w:val="00F76778"/>
    <w:rsid w:val="00F77A80"/>
    <w:rsid w:val="00F80FEC"/>
    <w:rsid w:val="00F81158"/>
    <w:rsid w:val="00F8366D"/>
    <w:rsid w:val="00F944B1"/>
    <w:rsid w:val="00FB0981"/>
    <w:rsid w:val="00FB4E37"/>
    <w:rsid w:val="00FC2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header" w:uiPriority="99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nhideWhenUsed="0" w:qFormat="1"/>
    <w:lsdException w:name="Light Shading Accent 1" w:semiHidden="0" w:unhideWhenUsed="0" w:qFormat="1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 w:qFormat="1"/>
    <w:lsdException w:name="Medium List 2 Accent 6" w:semiHidden="0" w:unhideWhenUsed="0" w:qFormat="1"/>
    <w:lsdException w:name="Medium Grid 1 Accent 6" w:semiHidden="0" w:unhideWhenUsed="0" w:qFormat="1"/>
    <w:lsdException w:name="Medium Grid 2 Accent 6" w:semiHidden="0" w:unhideWhenUsed="0" w:qFormat="1"/>
    <w:lsdException w:name="Medium Grid 3 Accent 6" w:semiHidden="0" w:unhideWhenUsed="0" w:qFormat="1"/>
    <w:lsdException w:name="Dark List Accent 6" w:semiHidden="0" w:unhideWhenUsed="0"/>
    <w:lsdException w:name="Colorful Shading Accent 6" w:semiHidden="0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SubtleEmphasis1">
    <w:name w:val="Subtle Emphasis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SubtleEmphasis2">
    <w:name w:val="Subtle Emphasis2"/>
    <w:basedOn w:val="Normal"/>
    <w:uiPriority w:val="34"/>
    <w:qFormat/>
    <w:rsid w:val="006B1927"/>
    <w:pPr>
      <w:ind w:left="720"/>
      <w:contextualSpacing/>
    </w:pPr>
  </w:style>
  <w:style w:type="paragraph" w:customStyle="1" w:styleId="SubtleEmphasis3">
    <w:name w:val="Subtle Emphasis3"/>
    <w:basedOn w:val="Normal"/>
    <w:uiPriority w:val="34"/>
    <w:qFormat/>
    <w:rsid w:val="00741C52"/>
    <w:pPr>
      <w:ind w:left="720"/>
    </w:pPr>
  </w:style>
  <w:style w:type="paragraph" w:customStyle="1" w:styleId="SubtleEmphasis4">
    <w:name w:val="Subtle Emphasis4"/>
    <w:basedOn w:val="Normal"/>
    <w:uiPriority w:val="34"/>
    <w:qFormat/>
    <w:rsid w:val="005E4E7F"/>
    <w:pPr>
      <w:ind w:left="720"/>
    </w:pPr>
  </w:style>
  <w:style w:type="paragraph" w:customStyle="1" w:styleId="DarkList-Accent51">
    <w:name w:val="Dark List - Accent 51"/>
    <w:basedOn w:val="Normal"/>
    <w:qFormat/>
    <w:rsid w:val="00916AC6"/>
    <w:pPr>
      <w:ind w:left="720"/>
      <w:contextualSpacing/>
    </w:pPr>
  </w:style>
  <w:style w:type="paragraph" w:customStyle="1" w:styleId="MediumList2-Accent41">
    <w:name w:val="Medium List 2 - Accent 41"/>
    <w:basedOn w:val="Normal"/>
    <w:uiPriority w:val="34"/>
    <w:qFormat/>
    <w:rsid w:val="00C87B92"/>
    <w:pPr>
      <w:ind w:left="720"/>
    </w:pPr>
  </w:style>
  <w:style w:type="paragraph" w:customStyle="1" w:styleId="LightGrid-Accent31">
    <w:name w:val="Light Grid - Accent 31"/>
    <w:basedOn w:val="Normal"/>
    <w:uiPriority w:val="34"/>
    <w:qFormat/>
    <w:rsid w:val="00EE3E38"/>
    <w:pPr>
      <w:ind w:left="720"/>
      <w:contextualSpacing/>
    </w:pPr>
  </w:style>
  <w:style w:type="character" w:customStyle="1" w:styleId="LightGrid-Accent12">
    <w:name w:val="Light Grid - Accent 12"/>
    <w:uiPriority w:val="99"/>
    <w:rsid w:val="00AD48D6"/>
    <w:rPr>
      <w:color w:val="808080"/>
    </w:rPr>
  </w:style>
  <w:style w:type="character" w:customStyle="1" w:styleId="apple-style-span">
    <w:name w:val="apple-style-span"/>
    <w:rsid w:val="00CD65E9"/>
  </w:style>
  <w:style w:type="character" w:customStyle="1" w:styleId="apple-converted-space">
    <w:name w:val="apple-converted-space"/>
    <w:rsid w:val="00CD65E9"/>
  </w:style>
  <w:style w:type="paragraph" w:customStyle="1" w:styleId="ColorfulList-Accent11">
    <w:name w:val="Colorful List - Accent 11"/>
    <w:basedOn w:val="Normal"/>
    <w:uiPriority w:val="34"/>
    <w:qFormat/>
    <w:rsid w:val="009F3408"/>
    <w:pPr>
      <w:ind w:left="720"/>
      <w:contextualSpacing/>
    </w:pPr>
  </w:style>
  <w:style w:type="character" w:customStyle="1" w:styleId="MediumGrid11">
    <w:name w:val="Medium Grid 11"/>
    <w:uiPriority w:val="99"/>
    <w:rsid w:val="001E4A92"/>
    <w:rPr>
      <w:color w:val="808080"/>
    </w:rPr>
  </w:style>
  <w:style w:type="paragraph" w:customStyle="1" w:styleId="MediumGrid1-Accent22">
    <w:name w:val="Medium Grid 1 - Accent 22"/>
    <w:basedOn w:val="Normal"/>
    <w:uiPriority w:val="34"/>
    <w:qFormat/>
    <w:rsid w:val="00C0379D"/>
    <w:pPr>
      <w:ind w:left="720"/>
      <w:contextualSpacing/>
    </w:pPr>
  </w:style>
  <w:style w:type="character" w:customStyle="1" w:styleId="LightGrid-Accent13">
    <w:name w:val="Light Grid - Accent 13"/>
    <w:uiPriority w:val="99"/>
    <w:rsid w:val="00691B0E"/>
    <w:rPr>
      <w:color w:val="808080"/>
    </w:rPr>
  </w:style>
  <w:style w:type="paragraph" w:customStyle="1" w:styleId="ColorfulList-Accent12">
    <w:name w:val="Colorful List - Accent 12"/>
    <w:basedOn w:val="Normal"/>
    <w:uiPriority w:val="34"/>
    <w:qFormat/>
    <w:rsid w:val="00DD576E"/>
    <w:pPr>
      <w:ind w:left="720"/>
      <w:contextualSpacing/>
    </w:pPr>
  </w:style>
  <w:style w:type="paragraph" w:styleId="ListParagraph">
    <w:name w:val="List Paragraph"/>
    <w:basedOn w:val="Normal"/>
    <w:qFormat/>
    <w:rsid w:val="00400F5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rsid w:val="00BD4C06"/>
    <w:rPr>
      <w:color w:val="808080"/>
    </w:rPr>
  </w:style>
  <w:style w:type="character" w:styleId="FollowedHyperlink">
    <w:name w:val="FollowedHyperlink"/>
    <w:basedOn w:val="DefaultParagraphFont"/>
    <w:rsid w:val="00F159A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j.mp/geopla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307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Yarrington</dc:creator>
  <cp:lastModifiedBy>Darrell Tiénou-Gustafson</cp:lastModifiedBy>
  <cp:revision>5</cp:revision>
  <cp:lastPrinted>2013-12-27T17:13:00Z</cp:lastPrinted>
  <dcterms:created xsi:type="dcterms:W3CDTF">2015-05-07T16:58:00Z</dcterms:created>
  <dcterms:modified xsi:type="dcterms:W3CDTF">2015-05-08T02:13:00Z</dcterms:modified>
</cp:coreProperties>
</file>